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634A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Numbers 0-30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5B68">
              <w:rPr>
                <w:rFonts w:ascii="Times New Roman" w:hAnsi="Times New Roman" w:cs="Times New Roman"/>
                <w:b/>
                <w:sz w:val="24"/>
                <w:szCs w:val="24"/>
              </w:rPr>
              <w:t>Task 3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Counting </w:t>
            </w:r>
            <w:proofErr w:type="spellStart"/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20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(day 3)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does a number represent?  Why do we use numerals?  How are numbers arranged?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C5388E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03F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Greg and Steve- The Number Rock song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number chart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Lunch bags and </w:t>
            </w:r>
            <w:proofErr w:type="spellStart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634A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Count 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D634A6" w:rsidRPr="008C13D7" w:rsidRDefault="00D634A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KCC2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D634A6" w:rsidRDefault="0093220D" w:rsidP="00B03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at least </w:t>
            </w:r>
            <w:r w:rsidR="00B0321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CC417F" w:rsidP="00CC4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introduces Greg and Steve song</w:t>
            </w:r>
            <w:r w:rsidR="007F4532">
              <w:rPr>
                <w:rFonts w:ascii="Times New Roman" w:hAnsi="Times New Roman" w:cs="Times New Roman"/>
                <w:sz w:val="24"/>
                <w:szCs w:val="24"/>
              </w:rPr>
              <w:t>.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tudents will sing along and move to the music.</w:t>
            </w:r>
            <w:r w:rsidR="00CA4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C4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444E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17F">
              <w:rPr>
                <w:rFonts w:ascii="Times New Roman" w:hAnsi="Times New Roman" w:cs="Times New Roman"/>
                <w:sz w:val="24"/>
                <w:szCs w:val="24"/>
              </w:rPr>
              <w:t>The teacher</w:t>
            </w:r>
            <w:r w:rsidR="004E4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417F">
              <w:rPr>
                <w:rFonts w:ascii="Times New Roman" w:hAnsi="Times New Roman" w:cs="Times New Roman"/>
                <w:sz w:val="24"/>
                <w:szCs w:val="24"/>
              </w:rPr>
              <w:t>will use a number chart as the class counts to 20 to the Greg and Steve song.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C41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14B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The teacher will use a lunch bag</w:t>
            </w:r>
            <w:r w:rsidR="007F4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filled with </w:t>
            </w:r>
            <w:r w:rsidR="00CC4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 or less </w:t>
            </w:r>
            <w:proofErr w:type="spellStart"/>
            <w:r w:rsidR="00CC417F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CC41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cubes.  Several students will be called to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take cubes out of bag and count them.  Teacher will then write the number on the board.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05C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4E4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</w:t>
            </w:r>
            <w:r w:rsidR="007749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will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 with a partner to play this game.  Each pair gets one bag and 20 </w:t>
            </w:r>
            <w:proofErr w:type="spellStart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unifix</w:t>
            </w:r>
            <w:proofErr w:type="spellEnd"/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cubes.  One child places an amount of cubes into </w:t>
            </w:r>
            <w:r w:rsidR="007F4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bag.  The other child takes out cubes, counts them and says the number.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05C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will call out a number for the students to place </w:t>
            </w:r>
            <w:r w:rsidR="007F4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that number of cubes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back in </w:t>
            </w:r>
            <w:r w:rsidR="007F45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>bag until all cubes are picked up.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0748B4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numbers higher than </w:t>
            </w:r>
            <w:r w:rsidR="00B05C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as a target number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490E" w:rsidRPr="000748B4" w:rsidRDefault="00B05C81" w:rsidP="0077490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 numbers to at least 2</w:t>
            </w:r>
            <w:r w:rsidR="0077490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672" w:type="dxa"/>
            <w:gridSpan w:val="3"/>
          </w:tcPr>
          <w:p w:rsidR="005C4CBE" w:rsidRPr="000748B4" w:rsidRDefault="000748B4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a lower target number  </w:t>
            </w:r>
          </w:p>
        </w:tc>
        <w:tc>
          <w:tcPr>
            <w:tcW w:w="3672" w:type="dxa"/>
          </w:tcPr>
          <w:p w:rsidR="005C4CBE" w:rsidRPr="000748B4" w:rsidRDefault="003B3A11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48B4">
              <w:rPr>
                <w:rFonts w:ascii="Times New Roman" w:hAnsi="Times New Roman" w:cs="Times New Roman"/>
                <w:sz w:val="24"/>
                <w:szCs w:val="24"/>
              </w:rPr>
              <w:t>Pictures with numeral and matching set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05C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jump 20 times</w:t>
            </w:r>
            <w:r w:rsidR="00F448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>Teacher observ</w:t>
            </w:r>
            <w:r w:rsidR="007F4532">
              <w:rPr>
                <w:rFonts w:ascii="Times New Roman" w:hAnsi="Times New Roman" w:cs="Times New Roman"/>
                <w:b/>
                <w:sz w:val="24"/>
                <w:szCs w:val="24"/>
              </w:rPr>
              <w:t>es.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8B4" w:rsidRDefault="000748B4" w:rsidP="00D7779B">
      <w:pPr>
        <w:spacing w:after="0" w:line="240" w:lineRule="auto"/>
      </w:pPr>
      <w:r>
        <w:separator/>
      </w:r>
    </w:p>
  </w:endnote>
  <w:end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B4" w:rsidRDefault="000748B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8B4" w:rsidRDefault="000748B4" w:rsidP="00D7779B">
      <w:pPr>
        <w:spacing w:after="0" w:line="240" w:lineRule="auto"/>
      </w:pPr>
      <w:r>
        <w:separator/>
      </w:r>
    </w:p>
  </w:footnote>
  <w:foot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02589"/>
    <w:multiLevelType w:val="hybridMultilevel"/>
    <w:tmpl w:val="F1A4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48B4"/>
    <w:rsid w:val="00203FC7"/>
    <w:rsid w:val="00224A5F"/>
    <w:rsid w:val="00274ACD"/>
    <w:rsid w:val="0028190D"/>
    <w:rsid w:val="003B3A11"/>
    <w:rsid w:val="003D7D31"/>
    <w:rsid w:val="00444E90"/>
    <w:rsid w:val="004B658C"/>
    <w:rsid w:val="004E4F46"/>
    <w:rsid w:val="0051657B"/>
    <w:rsid w:val="00570FB8"/>
    <w:rsid w:val="005C4CBE"/>
    <w:rsid w:val="00643719"/>
    <w:rsid w:val="006A0ACD"/>
    <w:rsid w:val="0077490E"/>
    <w:rsid w:val="007B401D"/>
    <w:rsid w:val="007D116C"/>
    <w:rsid w:val="007D6879"/>
    <w:rsid w:val="007F4532"/>
    <w:rsid w:val="00814BDA"/>
    <w:rsid w:val="008C13D7"/>
    <w:rsid w:val="0093220D"/>
    <w:rsid w:val="009B085C"/>
    <w:rsid w:val="00A67FA5"/>
    <w:rsid w:val="00AE4066"/>
    <w:rsid w:val="00B03214"/>
    <w:rsid w:val="00B05C81"/>
    <w:rsid w:val="00B51CA8"/>
    <w:rsid w:val="00C5388E"/>
    <w:rsid w:val="00C92D93"/>
    <w:rsid w:val="00CA418C"/>
    <w:rsid w:val="00CB2DBC"/>
    <w:rsid w:val="00CC417F"/>
    <w:rsid w:val="00CD5617"/>
    <w:rsid w:val="00D634A6"/>
    <w:rsid w:val="00D7779B"/>
    <w:rsid w:val="00D85633"/>
    <w:rsid w:val="00EA25B6"/>
    <w:rsid w:val="00F448E1"/>
    <w:rsid w:val="00FE4609"/>
    <w:rsid w:val="00FF480F"/>
    <w:rsid w:val="00FF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39A42B-A6AC-4624-9427-8C772F3B1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3F5A9B66.dotm</Template>
  <TotalTime>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Teacher</cp:lastModifiedBy>
  <cp:revision>2</cp:revision>
  <dcterms:created xsi:type="dcterms:W3CDTF">2012-06-26T14:20:00Z</dcterms:created>
  <dcterms:modified xsi:type="dcterms:W3CDTF">2012-06-26T14:20:00Z</dcterms:modified>
</cp:coreProperties>
</file>